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BE2" w:rsidRDefault="00AF6BE2" w:rsidP="00034F1F">
      <w:pPr>
        <w:spacing w:line="500" w:lineRule="exact"/>
        <w:ind w:right="800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/>
          <w:sz w:val="32"/>
          <w:szCs w:val="32"/>
        </w:rPr>
        <w:t>1:</w:t>
      </w:r>
    </w:p>
    <w:p w:rsidR="00AF6BE2" w:rsidRPr="00C7187A" w:rsidRDefault="00AF6BE2" w:rsidP="000F2E1A">
      <w:pPr>
        <w:jc w:val="center"/>
        <w:rPr>
          <w:rFonts w:ascii="黑体" w:eastAsia="黑体" w:hAnsi="黑体" w:cs="Times New Roman"/>
          <w:sz w:val="36"/>
          <w:szCs w:val="36"/>
        </w:rPr>
      </w:pPr>
      <w:r w:rsidRPr="00C7187A">
        <w:rPr>
          <w:rFonts w:ascii="黑体" w:eastAsia="黑体" w:hAnsi="黑体" w:cs="黑体" w:hint="eastAsia"/>
          <w:sz w:val="36"/>
          <w:szCs w:val="36"/>
        </w:rPr>
        <w:t>收看</w:t>
      </w:r>
      <w:r w:rsidRPr="00C7187A">
        <w:rPr>
          <w:rFonts w:ascii="黑体" w:eastAsia="黑体" w:hAnsi="黑体" w:cs="黑体"/>
          <w:sz w:val="36"/>
          <w:szCs w:val="36"/>
        </w:rPr>
        <w:t>2017</w:t>
      </w:r>
      <w:r w:rsidRPr="00C7187A">
        <w:rPr>
          <w:rFonts w:ascii="黑体" w:eastAsia="黑体" w:hAnsi="黑体" w:cs="黑体" w:hint="eastAsia"/>
          <w:sz w:val="36"/>
          <w:szCs w:val="36"/>
        </w:rPr>
        <w:t>年度学校共青团网络视频会议情况报送表</w:t>
      </w:r>
    </w:p>
    <w:p w:rsidR="00AF6BE2" w:rsidRPr="000F2E1A" w:rsidRDefault="00AF6BE2" w:rsidP="000F2E1A">
      <w:pPr>
        <w:jc w:val="center"/>
        <w:rPr>
          <w:rFonts w:ascii="方正小标宋简体" w:eastAsia="方正小标宋简体" w:hAnsi="仿宋" w:cs="Times New Roman"/>
          <w:b/>
          <w:bCs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9"/>
        <w:gridCol w:w="1903"/>
        <w:gridCol w:w="1341"/>
        <w:gridCol w:w="1903"/>
        <w:gridCol w:w="2138"/>
      </w:tblGrid>
      <w:tr w:rsidR="00AF6BE2" w:rsidRPr="00E139CD">
        <w:trPr>
          <w:jc w:val="center"/>
        </w:trPr>
        <w:tc>
          <w:tcPr>
            <w:tcW w:w="0" w:type="auto"/>
          </w:tcPr>
          <w:p w:rsidR="00AF6BE2" w:rsidRPr="007A57F2" w:rsidRDefault="00AF6BE2" w:rsidP="00E139CD">
            <w:pPr>
              <w:jc w:val="center"/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</w:pPr>
            <w:r w:rsidRPr="007A57F2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0" w:type="auto"/>
          </w:tcPr>
          <w:p w:rsidR="00AF6BE2" w:rsidRPr="007A57F2" w:rsidRDefault="00AF6BE2" w:rsidP="00E139CD">
            <w:pPr>
              <w:jc w:val="center"/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</w:pPr>
            <w:r w:rsidRPr="007A57F2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收看视频方式</w:t>
            </w:r>
          </w:p>
        </w:tc>
        <w:tc>
          <w:tcPr>
            <w:tcW w:w="0" w:type="auto"/>
          </w:tcPr>
          <w:p w:rsidR="00AF6BE2" w:rsidRPr="007A57F2" w:rsidRDefault="00AF6BE2" w:rsidP="000F2E1A">
            <w:pPr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</w:pPr>
            <w:r w:rsidRPr="007A57F2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覆盖人群</w:t>
            </w:r>
          </w:p>
        </w:tc>
        <w:tc>
          <w:tcPr>
            <w:tcW w:w="0" w:type="auto"/>
          </w:tcPr>
          <w:p w:rsidR="00AF6BE2" w:rsidRDefault="00AF6BE2" w:rsidP="00E139CD">
            <w:pPr>
              <w:jc w:val="center"/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</w:pPr>
            <w:r w:rsidRPr="007A57F2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参加人数</w:t>
            </w:r>
          </w:p>
          <w:p w:rsidR="00AF6BE2" w:rsidRPr="007A57F2" w:rsidRDefault="00AF6BE2" w:rsidP="00E139CD">
            <w:pPr>
              <w:jc w:val="center"/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</w:pPr>
            <w:r w:rsidRPr="007A57F2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（名单另附）</w:t>
            </w:r>
          </w:p>
        </w:tc>
        <w:tc>
          <w:tcPr>
            <w:tcW w:w="2138" w:type="dxa"/>
          </w:tcPr>
          <w:p w:rsidR="00AF6BE2" w:rsidRPr="007A57F2" w:rsidRDefault="00AF6BE2" w:rsidP="00034F1F">
            <w:pPr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</w:pPr>
            <w:r w:rsidRPr="007A57F2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单位、学生组织</w:t>
            </w:r>
          </w:p>
        </w:tc>
      </w:tr>
      <w:tr w:rsidR="00AF6BE2" w:rsidRPr="00E139CD">
        <w:trPr>
          <w:jc w:val="center"/>
        </w:trPr>
        <w:tc>
          <w:tcPr>
            <w:tcW w:w="0" w:type="auto"/>
          </w:tcPr>
          <w:p w:rsidR="00AF6BE2" w:rsidRPr="00C7187A" w:rsidRDefault="00AF6BE2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2138" w:type="dxa"/>
          </w:tcPr>
          <w:p w:rsidR="00AF6BE2" w:rsidRPr="00C7187A" w:rsidRDefault="00AF6BE2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  <w:tr w:rsidR="00AF6BE2" w:rsidRPr="00E139CD">
        <w:trPr>
          <w:jc w:val="center"/>
        </w:trPr>
        <w:tc>
          <w:tcPr>
            <w:tcW w:w="0" w:type="auto"/>
          </w:tcPr>
          <w:p w:rsidR="00AF6BE2" w:rsidRPr="00C7187A" w:rsidRDefault="00AF6BE2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2138" w:type="dxa"/>
          </w:tcPr>
          <w:p w:rsidR="00AF6BE2" w:rsidRPr="00C7187A" w:rsidRDefault="00AF6BE2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  <w:tr w:rsidR="00AF6BE2" w:rsidRPr="00C7187A">
        <w:trPr>
          <w:jc w:val="center"/>
        </w:trPr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2138" w:type="dxa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  <w:tr w:rsidR="00AF6BE2" w:rsidRPr="00C7187A">
        <w:trPr>
          <w:jc w:val="center"/>
        </w:trPr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2138" w:type="dxa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  <w:tr w:rsidR="00AF6BE2" w:rsidRPr="00C7187A">
        <w:trPr>
          <w:jc w:val="center"/>
        </w:trPr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2138" w:type="dxa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  <w:tr w:rsidR="00AF6BE2" w:rsidRPr="00C7187A">
        <w:trPr>
          <w:jc w:val="center"/>
        </w:trPr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2138" w:type="dxa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  <w:tr w:rsidR="00AF6BE2" w:rsidRPr="00C7187A">
        <w:trPr>
          <w:jc w:val="center"/>
        </w:trPr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2138" w:type="dxa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  <w:tr w:rsidR="00AF6BE2" w:rsidRPr="00C7187A">
        <w:trPr>
          <w:jc w:val="center"/>
        </w:trPr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2138" w:type="dxa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  <w:tr w:rsidR="00AF6BE2" w:rsidRPr="00C7187A">
        <w:trPr>
          <w:jc w:val="center"/>
        </w:trPr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2138" w:type="dxa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  <w:tr w:rsidR="00AF6BE2" w:rsidRPr="00C7187A">
        <w:trPr>
          <w:jc w:val="center"/>
        </w:trPr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2138" w:type="dxa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  <w:tr w:rsidR="00AF6BE2" w:rsidRPr="00C7187A">
        <w:trPr>
          <w:jc w:val="center"/>
        </w:trPr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2138" w:type="dxa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  <w:tr w:rsidR="00AF6BE2" w:rsidRPr="00C7187A">
        <w:trPr>
          <w:jc w:val="center"/>
        </w:trPr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2138" w:type="dxa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  <w:tr w:rsidR="00AF6BE2" w:rsidRPr="00C7187A">
        <w:trPr>
          <w:jc w:val="center"/>
        </w:trPr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2138" w:type="dxa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  <w:tr w:rsidR="00AF6BE2" w:rsidRPr="00C7187A">
        <w:trPr>
          <w:jc w:val="center"/>
        </w:trPr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2138" w:type="dxa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  <w:tr w:rsidR="00AF6BE2" w:rsidRPr="00C7187A">
        <w:trPr>
          <w:jc w:val="center"/>
        </w:trPr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2138" w:type="dxa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  <w:tr w:rsidR="00AF6BE2" w:rsidRPr="00C7187A">
        <w:trPr>
          <w:jc w:val="center"/>
        </w:trPr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  <w:tc>
          <w:tcPr>
            <w:tcW w:w="2138" w:type="dxa"/>
          </w:tcPr>
          <w:p w:rsidR="00AF6BE2" w:rsidRPr="00C7187A" w:rsidRDefault="00AF6BE2" w:rsidP="000A5C5D">
            <w:pPr>
              <w:rPr>
                <w:rFonts w:ascii="仿宋_GB2312" w:eastAsia="仿宋_GB2312" w:hAnsi="仿宋" w:cs="Times New Roman"/>
                <w:sz w:val="32"/>
                <w:szCs w:val="32"/>
              </w:rPr>
            </w:pPr>
          </w:p>
        </w:tc>
      </w:tr>
    </w:tbl>
    <w:p w:rsidR="00AF6BE2" w:rsidRDefault="00AF6BE2" w:rsidP="00AF6BE2">
      <w:pPr>
        <w:ind w:firstLineChars="200" w:firstLine="31680"/>
        <w:rPr>
          <w:rFonts w:ascii="黑体" w:eastAsia="黑体" w:hAnsi="黑体" w:cs="Times New Roman"/>
          <w:sz w:val="44"/>
          <w:szCs w:val="44"/>
        </w:rPr>
      </w:pPr>
      <w:r w:rsidRPr="00034F1F">
        <w:rPr>
          <w:rFonts w:ascii="仿宋" w:eastAsia="仿宋" w:hAnsi="仿宋" w:cs="仿宋"/>
          <w:sz w:val="28"/>
          <w:szCs w:val="28"/>
        </w:rPr>
        <w:t>2</w:t>
      </w:r>
      <w:r w:rsidRPr="00034F1F">
        <w:rPr>
          <w:rFonts w:ascii="仿宋" w:eastAsia="仿宋" w:hAnsi="仿宋" w:cs="仿宋" w:hint="eastAsia"/>
          <w:sz w:val="28"/>
          <w:szCs w:val="28"/>
        </w:rPr>
        <w:t>月</w:t>
      </w:r>
      <w:r w:rsidRPr="00034F1F">
        <w:rPr>
          <w:rFonts w:ascii="仿宋" w:eastAsia="仿宋" w:hAnsi="仿宋" w:cs="仿宋"/>
          <w:sz w:val="28"/>
          <w:szCs w:val="28"/>
        </w:rPr>
        <w:t>18</w:t>
      </w:r>
      <w:r w:rsidRPr="00034F1F">
        <w:rPr>
          <w:rFonts w:ascii="仿宋" w:eastAsia="仿宋" w:hAnsi="仿宋" w:cs="仿宋" w:hint="eastAsia"/>
          <w:sz w:val="28"/>
          <w:szCs w:val="28"/>
        </w:rPr>
        <w:t>日下午</w:t>
      </w:r>
      <w:r w:rsidRPr="00034F1F">
        <w:rPr>
          <w:rFonts w:ascii="仿宋" w:eastAsia="仿宋" w:hAnsi="仿宋" w:cs="仿宋"/>
          <w:sz w:val="28"/>
          <w:szCs w:val="28"/>
        </w:rPr>
        <w:t>5:00</w:t>
      </w:r>
      <w:r w:rsidRPr="00034F1F">
        <w:rPr>
          <w:rFonts w:ascii="仿宋" w:eastAsia="仿宋" w:hAnsi="仿宋" w:cs="仿宋" w:hint="eastAsia"/>
          <w:sz w:val="28"/>
          <w:szCs w:val="28"/>
        </w:rPr>
        <w:t>前</w:t>
      </w:r>
      <w:r>
        <w:rPr>
          <w:rFonts w:ascii="仿宋" w:eastAsia="仿宋" w:hAnsi="仿宋" w:cs="仿宋" w:hint="eastAsia"/>
          <w:sz w:val="28"/>
          <w:szCs w:val="28"/>
        </w:rPr>
        <w:t>发送</w:t>
      </w:r>
      <w:r w:rsidRPr="00034F1F">
        <w:rPr>
          <w:rFonts w:ascii="仿宋" w:eastAsia="仿宋" w:hAnsi="仿宋" w:cs="仿宋" w:hint="eastAsia"/>
          <w:sz w:val="28"/>
          <w:szCs w:val="28"/>
        </w:rPr>
        <w:t>至</w:t>
      </w:r>
      <w:r w:rsidRPr="00034F1F">
        <w:rPr>
          <w:rFonts w:ascii="仿宋" w:eastAsia="仿宋" w:hAnsi="仿宋" w:cs="仿宋"/>
          <w:sz w:val="28"/>
          <w:szCs w:val="28"/>
        </w:rPr>
        <w:t>actw119@163.com</w:t>
      </w:r>
      <w:r w:rsidRPr="00034F1F">
        <w:rPr>
          <w:rFonts w:ascii="仿宋" w:eastAsia="仿宋" w:hAnsi="仿宋" w:cs="仿宋" w:hint="eastAsia"/>
          <w:sz w:val="28"/>
          <w:szCs w:val="28"/>
        </w:rPr>
        <w:t>邮箱</w:t>
      </w:r>
    </w:p>
    <w:sectPr w:rsidR="00AF6BE2" w:rsidSect="008D44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BE2" w:rsidRDefault="00AF6BE2" w:rsidP="00082B7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F6BE2" w:rsidRDefault="00AF6BE2" w:rsidP="00082B7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BE2" w:rsidRDefault="00AF6BE2" w:rsidP="00082B7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F6BE2" w:rsidRDefault="00AF6BE2" w:rsidP="00082B7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44E9"/>
    <w:rsid w:val="00034F1F"/>
    <w:rsid w:val="00082B7A"/>
    <w:rsid w:val="000A5C5D"/>
    <w:rsid w:val="000B54DF"/>
    <w:rsid w:val="000D612A"/>
    <w:rsid w:val="000F2E1A"/>
    <w:rsid w:val="0028265F"/>
    <w:rsid w:val="002C1F20"/>
    <w:rsid w:val="002E5109"/>
    <w:rsid w:val="0035468A"/>
    <w:rsid w:val="00364830"/>
    <w:rsid w:val="00631635"/>
    <w:rsid w:val="006C5D1E"/>
    <w:rsid w:val="006F41A1"/>
    <w:rsid w:val="007A57F2"/>
    <w:rsid w:val="008D44E9"/>
    <w:rsid w:val="00A60576"/>
    <w:rsid w:val="00AF6BE2"/>
    <w:rsid w:val="00BF5287"/>
    <w:rsid w:val="00C7187A"/>
    <w:rsid w:val="00E139CD"/>
    <w:rsid w:val="00E908F6"/>
    <w:rsid w:val="00EA7EBE"/>
    <w:rsid w:val="00EF12FF"/>
    <w:rsid w:val="00F44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D44E9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D44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D44E9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8D44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D44E9"/>
    <w:rPr>
      <w:kern w:val="2"/>
      <w:sz w:val="18"/>
      <w:szCs w:val="18"/>
    </w:rPr>
  </w:style>
  <w:style w:type="character" w:styleId="Hyperlink">
    <w:name w:val="Hyperlink"/>
    <w:basedOn w:val="DefaultParagraphFont"/>
    <w:uiPriority w:val="99"/>
    <w:rsid w:val="008D44E9"/>
    <w:rPr>
      <w:color w:val="0000FF"/>
      <w:u w:val="single"/>
    </w:rPr>
  </w:style>
  <w:style w:type="table" w:styleId="TableGrid">
    <w:name w:val="Table Grid"/>
    <w:basedOn w:val="TableNormal"/>
    <w:uiPriority w:val="99"/>
    <w:rsid w:val="008D44E9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21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29</Words>
  <Characters>167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王亚伟(120082106)</cp:lastModifiedBy>
  <cp:revision>5</cp:revision>
  <cp:lastPrinted>2017-01-20T15:43:00Z</cp:lastPrinted>
  <dcterms:created xsi:type="dcterms:W3CDTF">2017-02-16T07:53:00Z</dcterms:created>
  <dcterms:modified xsi:type="dcterms:W3CDTF">2017-02-17T06:39:00Z</dcterms:modified>
</cp:coreProperties>
</file>